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DD0" w14:textId="78662C09" w:rsidR="00672F55" w:rsidRDefault="009A48C5" w:rsidP="00F313CA">
      <w:pPr>
        <w:sectPr w:rsidR="00672F55" w:rsidSect="00AF1D46">
          <w:headerReference w:type="default" r:id="rId8"/>
          <w:footerReference w:type="even" r:id="rId9"/>
          <w:footerReference w:type="default" r:id="rId10"/>
          <w:footerReference w:type="first" r:id="rId11"/>
          <w:type w:val="continuous"/>
          <w:pgSz w:w="12240" w:h="15840"/>
          <w:pgMar w:top="1152" w:right="720" w:bottom="1008" w:left="1152" w:header="720" w:footer="432" w:gutter="0"/>
          <w:cols w:space="378"/>
          <w:titlePg/>
          <w:docGrid w:linePitch="360"/>
        </w:sectPr>
      </w:pPr>
      <w:r>
        <w:rPr>
          <w:noProof/>
        </w:rPr>
        <w:drawing>
          <wp:anchor distT="0" distB="0" distL="114300" distR="114300" simplePos="0" relativeHeight="251686912" behindDoc="0" locked="0" layoutInCell="1" allowOverlap="1" wp14:anchorId="42655150" wp14:editId="1AE54DD2">
            <wp:simplePos x="0" y="0"/>
            <wp:positionH relativeFrom="margin">
              <wp:posOffset>-703580</wp:posOffset>
            </wp:positionH>
            <wp:positionV relativeFrom="margin">
              <wp:posOffset>-571500</wp:posOffset>
            </wp:positionV>
            <wp:extent cx="7692390" cy="1282065"/>
            <wp:effectExtent l="0" t="0" r="0" b="0"/>
            <wp:wrapSquare wrapText="bothSides"/>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pic:nvPicPr>
                  <pic:blipFill>
                    <a:blip r:embed="rId12"/>
                    <a:stretch>
                      <a:fillRect/>
                    </a:stretch>
                  </pic:blipFill>
                  <pic:spPr>
                    <a:xfrm>
                      <a:off x="0" y="0"/>
                      <a:ext cx="7692390" cy="1282065"/>
                    </a:xfrm>
                    <a:prstGeom prst="rect">
                      <a:avLst/>
                    </a:prstGeom>
                  </pic:spPr>
                </pic:pic>
              </a:graphicData>
            </a:graphic>
            <wp14:sizeRelH relativeFrom="margin">
              <wp14:pctWidth>0</wp14:pctWidth>
            </wp14:sizeRelH>
            <wp14:sizeRelV relativeFrom="margin">
              <wp14:pctHeight>0</wp14:pctHeight>
            </wp14:sizeRelV>
          </wp:anchor>
        </w:drawing>
      </w: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2D1691">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3"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4"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5" w:history="1">
        <w:r w:rsidRPr="00CF7608">
          <w:rPr>
            <w:rStyle w:val="Hyperlink"/>
            <w:color w:val="auto"/>
            <w:u w:val="none"/>
          </w:rPr>
          <w:t>jsafox@ucanr.edu</w:t>
        </w:r>
      </w:hyperlink>
      <w:r w:rsidRPr="00CF7608">
        <w:t xml:space="preserve">.  </w:t>
      </w:r>
      <w:r w:rsidRPr="00CF7608">
        <w:br/>
        <w:t xml:space="preserve">Website: </w:t>
      </w:r>
      <w:hyperlink r:id="rId16"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7"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B6426A"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57015" w14:textId="77777777" w:rsidR="002D1691" w:rsidRDefault="002D1691" w:rsidP="0018351F">
      <w:r>
        <w:separator/>
      </w:r>
    </w:p>
    <w:p w14:paraId="0A797DCB" w14:textId="77777777" w:rsidR="002D1691" w:rsidRDefault="002D1691"/>
  </w:endnote>
  <w:endnote w:type="continuationSeparator" w:id="0">
    <w:p w14:paraId="1016AC96" w14:textId="77777777" w:rsidR="002D1691" w:rsidRDefault="002D1691" w:rsidP="0018351F">
      <w:r>
        <w:continuationSeparator/>
      </w:r>
    </w:p>
    <w:p w14:paraId="50E7B282" w14:textId="77777777" w:rsidR="002D1691" w:rsidRDefault="002D16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notTrueType/>
    <w:pitch w:val="variable"/>
    <w:sig w:usb0="8000008B" w:usb1="100060EA"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40503050306020203"/>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81757807"/>
      <w:docPartObj>
        <w:docPartGallery w:val="Page Numbers (Bottom of Page)"/>
        <w:docPartUnique/>
      </w:docPartObj>
    </w:sdt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99259760"/>
      <w:docPartObj>
        <w:docPartGallery w:val="Page Numbers (Bottom of Page)"/>
        <w:docPartUnique/>
      </w:docPartObj>
    </w:sdt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76736" w14:textId="77777777" w:rsidR="002D1691" w:rsidRDefault="002D1691" w:rsidP="0018351F">
      <w:r>
        <w:separator/>
      </w:r>
    </w:p>
    <w:p w14:paraId="0DFF6B12" w14:textId="77777777" w:rsidR="002D1691" w:rsidRDefault="002D1691"/>
  </w:footnote>
  <w:footnote w:type="continuationSeparator" w:id="0">
    <w:p w14:paraId="1E842E6B" w14:textId="77777777" w:rsidR="002D1691" w:rsidRDefault="002D1691" w:rsidP="0018351F">
      <w:r>
        <w:continuationSeparator/>
      </w:r>
    </w:p>
    <w:p w14:paraId="4FF5896D" w14:textId="77777777" w:rsidR="002D1691" w:rsidRDefault="002D16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4676" w14:textId="77777777" w:rsidR="00B6426A"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418724BB" w:rsidR="00013FC3" w:rsidRPr="00DF7E79" w:rsidRDefault="00E709A0" w:rsidP="00CF7608">
                          <w:pPr>
                            <w:pStyle w:val="Header"/>
                          </w:pPr>
                          <w:r>
                            <w:t>UC Research and Extension Centers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67F432" id="_x0000_t202" coordsize="21600,21600" o:spt="202" path="m,l,21600r21600,l21600,xe">
              <v:stroke joinstyle="miter"/>
              <v:path gradientshapeok="t" o:connecttype="rect"/>
            </v:shapetype>
            <v:shape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" filled="f" stroked="f" strokeweight=".5pt">
              <v:textbox style="mso-next-textbox:#Text Box 5">
                <w:txbxContent>
                  <w:p w14:paraId="7E431C33" w14:textId="418724BB" w:rsidR="00013FC3" w:rsidRPr="00DF7E79" w:rsidRDefault="00E709A0" w:rsidP="00CF7608">
                    <w:pPr>
                      <w:pStyle w:val="Header"/>
                    </w:pPr>
                    <w:r>
                      <w:t>UC Research and Extension Centers</w:t>
                    </w:r>
                  </w:p>
                </w:txbxContent>
              </v:textbox>
            </v:shape>
          </w:pict>
        </mc:Fallback>
      </mc:AlternateContent>
    </w:r>
  </w:p>
  <w:p w14:paraId="0BBFEFAB" w14:textId="77777777" w:rsidR="00B6426A" w:rsidRDefault="00B6426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386025071">
    <w:abstractNumId w:val="2"/>
  </w:num>
  <w:num w:numId="2" w16cid:durableId="1774202824">
    <w:abstractNumId w:val="0"/>
  </w:num>
  <w:num w:numId="3" w16cid:durableId="922690402">
    <w:abstractNumId w:val="1"/>
  </w:num>
  <w:num w:numId="4" w16cid:durableId="1571429510">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US" w:vendorID="64" w:dllVersion="0"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02B9B"/>
    <w:rsid w:val="0001222C"/>
    <w:rsid w:val="00013FC3"/>
    <w:rsid w:val="00024ACC"/>
    <w:rsid w:val="00052EFA"/>
    <w:rsid w:val="00054A67"/>
    <w:rsid w:val="00057AFE"/>
    <w:rsid w:val="00065297"/>
    <w:rsid w:val="000765DE"/>
    <w:rsid w:val="000B1D0C"/>
    <w:rsid w:val="000B491E"/>
    <w:rsid w:val="000C4468"/>
    <w:rsid w:val="000C4DFB"/>
    <w:rsid w:val="000E38A3"/>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2D1691"/>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8476F"/>
    <w:rsid w:val="005A03A3"/>
    <w:rsid w:val="005B4797"/>
    <w:rsid w:val="00600463"/>
    <w:rsid w:val="006044D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8F1731"/>
    <w:rsid w:val="00901EFC"/>
    <w:rsid w:val="00913D74"/>
    <w:rsid w:val="00913F7C"/>
    <w:rsid w:val="009411A3"/>
    <w:rsid w:val="0097224D"/>
    <w:rsid w:val="009827AF"/>
    <w:rsid w:val="009A48C5"/>
    <w:rsid w:val="009E3EE5"/>
    <w:rsid w:val="009F06BF"/>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6426A"/>
    <w:rsid w:val="00B7429E"/>
    <w:rsid w:val="00B83179"/>
    <w:rsid w:val="00BA585B"/>
    <w:rsid w:val="00BD4DC2"/>
    <w:rsid w:val="00BD7FFE"/>
    <w:rsid w:val="00BE0056"/>
    <w:rsid w:val="00BF2234"/>
    <w:rsid w:val="00BF4785"/>
    <w:rsid w:val="00BF4FA2"/>
    <w:rsid w:val="00C031C6"/>
    <w:rsid w:val="00C2375B"/>
    <w:rsid w:val="00C437C3"/>
    <w:rsid w:val="00C451C1"/>
    <w:rsid w:val="00C5027D"/>
    <w:rsid w:val="00C80994"/>
    <w:rsid w:val="00C905B6"/>
    <w:rsid w:val="00C96127"/>
    <w:rsid w:val="00C96AD3"/>
    <w:rsid w:val="00CA5860"/>
    <w:rsid w:val="00CB6C72"/>
    <w:rsid w:val="00CF1ACD"/>
    <w:rsid w:val="00CF7608"/>
    <w:rsid w:val="00D01315"/>
    <w:rsid w:val="00D01A9E"/>
    <w:rsid w:val="00D21AF8"/>
    <w:rsid w:val="00D334AA"/>
    <w:rsid w:val="00D347BB"/>
    <w:rsid w:val="00D40403"/>
    <w:rsid w:val="00D5322D"/>
    <w:rsid w:val="00D735F1"/>
    <w:rsid w:val="00D87C54"/>
    <w:rsid w:val="00DA0C10"/>
    <w:rsid w:val="00DC6BB5"/>
    <w:rsid w:val="00DE01A3"/>
    <w:rsid w:val="00DE4230"/>
    <w:rsid w:val="00DF45FE"/>
    <w:rsid w:val="00DF7E79"/>
    <w:rsid w:val="00E05660"/>
    <w:rsid w:val="00E10998"/>
    <w:rsid w:val="00E16531"/>
    <w:rsid w:val="00E5661F"/>
    <w:rsid w:val="00E6051B"/>
    <w:rsid w:val="00E709A0"/>
    <w:rsid w:val="00E76CF3"/>
    <w:rsid w:val="00E85E4F"/>
    <w:rsid w:val="00EA11A4"/>
    <w:rsid w:val="00EA546B"/>
    <w:rsid w:val="00ED642E"/>
    <w:rsid w:val="00EE2495"/>
    <w:rsid w:val="00EE2BBD"/>
    <w:rsid w:val="00F020E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http://ucanr.edu/sites/anrstaff/Diversity/Affirmative_Action/" TargetMode="External"/><Relationship Id="rId2" Type="http://schemas.openxmlformats.org/officeDocument/2006/relationships/numbering" Target="numbering.xml"/><Relationship Id="rId16" Type="http://schemas.openxmlformats.org/officeDocument/2006/relationships/hyperlink" Target="http://ucanr.edu/sites/anrstaff/Diversity/Affirmative_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jsafox@ucanr.ed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canr.edu/sites/anrstaff/files/21524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2C4C-C9AF-4D40-B52F-74DED1987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4</TotalTime>
  <Pages>4</Pages>
  <Words>1466</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5</cp:revision>
  <cp:lastPrinted>2019-08-08T18:45:00Z</cp:lastPrinted>
  <dcterms:created xsi:type="dcterms:W3CDTF">2025-10-23T17:53:00Z</dcterms:created>
  <dcterms:modified xsi:type="dcterms:W3CDTF">2025-10-23T18:07:00Z</dcterms:modified>
</cp:coreProperties>
</file>